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5E48C0CE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8198364" w14:textId="53C0569A" w:rsidR="00FC51F8" w:rsidRPr="00CB5915" w:rsidRDefault="00FC51F8" w:rsidP="00AA1F64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4572D237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849A7" w:rsidRPr="008F04CB">
        <w:rPr>
          <w:rFonts w:ascii="Arial" w:hAnsi="Arial"/>
          <w:lang w:val="fr-BE"/>
        </w:rPr>
        <w:t xml:space="preserve">le </w:t>
      </w:r>
      <w:r w:rsidR="008849A7">
        <w:rPr>
          <w:rFonts w:ascii="Arial" w:hAnsi="Arial"/>
          <w:lang w:val="fr-BE"/>
        </w:rPr>
        <w:t>mitigeur thermostatique</w:t>
      </w:r>
      <w:r w:rsidR="008849A7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3F39B8B5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FC51F8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324E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849A7"/>
    <w:rsid w:val="00890189"/>
    <w:rsid w:val="008919BF"/>
    <w:rsid w:val="00895D22"/>
    <w:rsid w:val="008A0D6F"/>
    <w:rsid w:val="008A4182"/>
    <w:rsid w:val="008B3B9C"/>
    <w:rsid w:val="008B4545"/>
    <w:rsid w:val="008B4BC5"/>
    <w:rsid w:val="008B5A11"/>
    <w:rsid w:val="008B6803"/>
    <w:rsid w:val="008B69BF"/>
    <w:rsid w:val="008B6FCE"/>
    <w:rsid w:val="008B7E21"/>
    <w:rsid w:val="008C0266"/>
    <w:rsid w:val="008C1A48"/>
    <w:rsid w:val="008C276C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51F8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49A012-945A-48BF-9F1D-DB87810FFE96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346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2023-12-22T08:04:00Z</dcterms:created>
  <dcterms:modified xsi:type="dcterms:W3CDTF">2023-12-22T08:13:00Z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